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6A9" w:rsidRDefault="00B936A9" w:rsidP="00B936A9">
      <w:pPr>
        <w:pStyle w:val="Telobesedila2"/>
        <w:ind w:left="4956" w:firstLine="708"/>
        <w:jc w:val="left"/>
        <w:rPr>
          <w:rFonts w:cs="Arial"/>
          <w:b/>
          <w:sz w:val="22"/>
          <w:szCs w:val="22"/>
        </w:rPr>
      </w:pPr>
    </w:p>
    <w:p w:rsidR="00B936A9" w:rsidRPr="00EE46C4" w:rsidRDefault="00B936A9" w:rsidP="00B936A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2E74B5"/>
        <w:rPr>
          <w:rFonts w:ascii="Arial" w:hAnsi="Arial" w:cs="Arial"/>
          <w:b/>
          <w:color w:val="FFFFFF"/>
        </w:rPr>
      </w:pPr>
      <w:r w:rsidRPr="00750444">
        <w:rPr>
          <w:rFonts w:ascii="Arial" w:hAnsi="Arial" w:cs="Arial"/>
          <w:b/>
          <w:color w:val="FFFFFF"/>
        </w:rPr>
        <w:t>OBRAZEC OVOJNICA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(kopijo spodnje tabele </w:t>
      </w:r>
      <w:r>
        <w:rPr>
          <w:rFonts w:ascii="Arial" w:hAnsi="Arial" w:cs="Arial"/>
          <w:b/>
          <w:sz w:val="20"/>
          <w:szCs w:val="20"/>
          <w:u w:val="single"/>
        </w:rPr>
        <w:t>izpolnite, izrežite in nalepite na sprednjo stran zaprte ovojnice</w:t>
      </w:r>
      <w:r>
        <w:rPr>
          <w:rFonts w:ascii="Arial" w:hAnsi="Arial" w:cs="Arial"/>
          <w:sz w:val="20"/>
          <w:szCs w:val="20"/>
        </w:rPr>
        <w:t>)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B936A9" w:rsidTr="00584696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728"/>
              <w:gridCol w:w="4961"/>
            </w:tblGrid>
            <w:tr w:rsidR="00B936A9" w:rsidTr="00584696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(izpolni vlagatelj)</w:t>
                  </w:r>
                </w:p>
                <w:p w:rsidR="00B936A9" w:rsidRPr="006D5532" w:rsidRDefault="00B936A9" w:rsidP="0058469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D5532">
                    <w:rPr>
                      <w:rFonts w:ascii="Arial" w:hAnsi="Arial" w:cs="Arial"/>
                      <w:b/>
                      <w:sz w:val="20"/>
                      <w:szCs w:val="20"/>
                    </w:rPr>
                    <w:t>VLAGATELJ: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(Naziv/ime in priimek)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…………………………………………………………………………………………………..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(Naslov)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………………………………………………………………………………………………….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(izpolni </w:t>
                  </w:r>
                  <w:smartTag w:uri="urn:schemas-microsoft-com:office:smarttags" w:element="PersonName">
                    <w:smartTagPr>
                      <w:attr w:name="ProductID" w:val="Občina Laško –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Občina Laško –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glavna pisarna - vhodna štampiljka za dokumente)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smartTagPr>
                <w:attr w:name="ProductID" w:val="OBČINA LAŠKO&#10;"/>
              </w:smartTagPr>
              <w:r>
                <w:rPr>
                  <w:rFonts w:ascii="Arial" w:hAnsi="Arial" w:cs="Arial"/>
                  <w:b/>
                </w:rPr>
                <w:t>OBČINA LAŠKO</w:t>
              </w:r>
            </w:smartTag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MESTNA ULICA 2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3270 LAŠKO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936A9" w:rsidRDefault="00B936A9" w:rsidP="00273586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"NE ODPIRAJ – JAVNI RAZPIS ZA SOFINANCIRANJE PROGRAMOV NA PODROČJU SOCIALNO-HUMANITARNIH DEJAVNOSTI V OBČINI LAŠKO ZA LETO 202</w:t>
            </w:r>
            <w:r w:rsidR="002D236E">
              <w:rPr>
                <w:rFonts w:ascii="Arial" w:hAnsi="Arial" w:cs="Arial"/>
                <w:b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"</w:t>
            </w:r>
          </w:p>
        </w:tc>
      </w:tr>
    </w:tbl>
    <w:p w:rsidR="00EB3BC0" w:rsidRDefault="00EB3BC0"/>
    <w:sectPr w:rsidR="00EB3BC0" w:rsidSect="00B936A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6A9"/>
    <w:rsid w:val="000B6C75"/>
    <w:rsid w:val="00143AE3"/>
    <w:rsid w:val="00202A80"/>
    <w:rsid w:val="00273586"/>
    <w:rsid w:val="002D236E"/>
    <w:rsid w:val="006F3029"/>
    <w:rsid w:val="008F2D38"/>
    <w:rsid w:val="009F61FB"/>
    <w:rsid w:val="00B936A9"/>
    <w:rsid w:val="00EB3BC0"/>
    <w:rsid w:val="00EE5E90"/>
    <w:rsid w:val="00F0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DC10D6"/>
  <w15:chartTrackingRefBased/>
  <w15:docId w15:val="{C4E60BCA-ECC8-4782-A267-E1568731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9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936A9"/>
    <w:pPr>
      <w:jc w:val="both"/>
    </w:pPr>
    <w:rPr>
      <w:rFonts w:ascii="Arial" w:hAnsi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936A9"/>
    <w:rPr>
      <w:rFonts w:ascii="Arial" w:eastAsia="Times New Roman" w:hAnsi="Arial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Kermelj Jasna</dc:creator>
  <cp:keywords/>
  <dc:description/>
  <cp:lastModifiedBy>Kermelj Jasna</cp:lastModifiedBy>
  <cp:revision>3</cp:revision>
  <dcterms:created xsi:type="dcterms:W3CDTF">2025-03-07T13:25:00Z</dcterms:created>
  <dcterms:modified xsi:type="dcterms:W3CDTF">2025-03-07T13:25:00Z</dcterms:modified>
</cp:coreProperties>
</file>